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D3591F" w14:paraId="4A2CB3C6" w14:textId="77777777" w:rsidTr="00050DA7">
        <w:tc>
          <w:tcPr>
            <w:tcW w:w="4428" w:type="dxa"/>
          </w:tcPr>
          <w:p w14:paraId="56D337A9" w14:textId="22EA9892" w:rsidR="000348ED" w:rsidRPr="00D3591F" w:rsidRDefault="005D05AC" w:rsidP="002B0236">
            <w:r w:rsidRPr="00D3591F">
              <w:t>From:</w:t>
            </w:r>
            <w:r w:rsidRPr="00D3591F">
              <w:tab/>
            </w:r>
            <w:r w:rsidR="00AC3994" w:rsidRPr="00D3591F">
              <w:t>ARM</w:t>
            </w:r>
          </w:p>
        </w:tc>
        <w:tc>
          <w:tcPr>
            <w:tcW w:w="5461" w:type="dxa"/>
          </w:tcPr>
          <w:p w14:paraId="000B3CEB" w14:textId="560B8736" w:rsidR="000348ED" w:rsidRPr="00D3591F" w:rsidRDefault="009C3851" w:rsidP="008F4DC3">
            <w:pPr>
              <w:jc w:val="right"/>
            </w:pPr>
            <w:r>
              <w:t>PAP49</w:t>
            </w:r>
            <w:r w:rsidR="008E5ADD">
              <w:t>-6.2.1</w:t>
            </w:r>
          </w:p>
        </w:tc>
      </w:tr>
      <w:tr w:rsidR="000348ED" w:rsidRPr="00D3591F" w14:paraId="1393A5FE" w14:textId="77777777" w:rsidTr="00050DA7">
        <w:tc>
          <w:tcPr>
            <w:tcW w:w="4428" w:type="dxa"/>
          </w:tcPr>
          <w:p w14:paraId="2FF999CF" w14:textId="70643357" w:rsidR="000348ED" w:rsidRPr="00D3591F" w:rsidRDefault="005D05AC" w:rsidP="002B0236">
            <w:r w:rsidRPr="00D3591F">
              <w:t>To:</w:t>
            </w:r>
            <w:r w:rsidRPr="00D3591F">
              <w:tab/>
            </w:r>
            <w:r w:rsidR="00AC3994" w:rsidRPr="00D3591F">
              <w:t>PAP</w:t>
            </w:r>
          </w:p>
        </w:tc>
        <w:tc>
          <w:tcPr>
            <w:tcW w:w="5461" w:type="dxa"/>
          </w:tcPr>
          <w:p w14:paraId="158E6A60" w14:textId="0D6DC4C1" w:rsidR="000348ED" w:rsidRPr="00D3591F" w:rsidRDefault="00AC3994" w:rsidP="008F4DC3">
            <w:pPr>
              <w:jc w:val="right"/>
            </w:pPr>
            <w:r w:rsidRPr="00D3591F">
              <w:t>27 October, 2022</w:t>
            </w:r>
          </w:p>
        </w:tc>
      </w:tr>
    </w:tbl>
    <w:p w14:paraId="2253AED5" w14:textId="77777777" w:rsidR="000348ED" w:rsidRPr="00D3591F" w:rsidRDefault="00AA2626" w:rsidP="002B0236">
      <w:pPr>
        <w:pStyle w:val="Title"/>
      </w:pPr>
      <w:r w:rsidRPr="00D3591F">
        <w:t>LIAISON NOTE</w:t>
      </w:r>
    </w:p>
    <w:p w14:paraId="7F66E5A3" w14:textId="6168EFF3" w:rsidR="000348ED" w:rsidRPr="00D3591F" w:rsidRDefault="00AC3994" w:rsidP="002B0236">
      <w:pPr>
        <w:pStyle w:val="Title"/>
      </w:pPr>
      <w:r w:rsidRPr="00D3591F">
        <w:t>IALA AIS documentation</w:t>
      </w:r>
    </w:p>
    <w:p w14:paraId="29848A43" w14:textId="77777777" w:rsidR="0064435F" w:rsidRPr="00D3591F" w:rsidRDefault="008E7A45" w:rsidP="002B0236">
      <w:pPr>
        <w:pStyle w:val="Heading1"/>
      </w:pPr>
      <w:r w:rsidRPr="00D3591F">
        <w:t>INTRODUCTION</w:t>
      </w:r>
    </w:p>
    <w:p w14:paraId="5CB9037B" w14:textId="1CC74CED" w:rsidR="00B8247E" w:rsidRPr="00D3591F" w:rsidRDefault="00AC3994" w:rsidP="002B0236">
      <w:pPr>
        <w:pStyle w:val="BodyText"/>
      </w:pPr>
      <w:r w:rsidRPr="00D3591F">
        <w:t xml:space="preserve">ARM 15 was given the task to review all IALA documentation relating to AIS. Some 40 documents were identified and a degree of duplication exists as well as the bulk appear to be close to a decade old. </w:t>
      </w:r>
    </w:p>
    <w:p w14:paraId="40C7690A" w14:textId="7C0642AE" w:rsidR="00902AA4" w:rsidRPr="00D3591F" w:rsidRDefault="00AC3994" w:rsidP="002B0236">
      <w:pPr>
        <w:pStyle w:val="Heading1"/>
      </w:pPr>
      <w:r w:rsidRPr="00D3591F">
        <w:t xml:space="preserve">PROPOSAL </w:t>
      </w:r>
    </w:p>
    <w:p w14:paraId="65A7085C" w14:textId="58D5FF10" w:rsidR="003E611E" w:rsidRPr="00D3591F" w:rsidRDefault="0058342E" w:rsidP="00A62087">
      <w:pPr>
        <w:pStyle w:val="BodyText"/>
      </w:pPr>
      <w:r w:rsidRPr="00D3591F">
        <w:t xml:space="preserve">The task group propose to revise R0126 to be the single overarching recommendation related to AIS. </w:t>
      </w:r>
      <w:r w:rsidR="003E611E" w:rsidRPr="00D3591F">
        <w:t xml:space="preserve">Work on the text to be included in this recommendation began </w:t>
      </w:r>
      <w:r w:rsidR="00DD2103">
        <w:t>during</w:t>
      </w:r>
      <w:r w:rsidR="003E611E" w:rsidRPr="00D3591F">
        <w:t xml:space="preserve"> ARM16, the draft may be found on ARM16 </w:t>
      </w:r>
      <w:proofErr w:type="spellStart"/>
      <w:r w:rsidR="003E611E" w:rsidRPr="00D3591F">
        <w:t>fileshare</w:t>
      </w:r>
      <w:proofErr w:type="spellEnd"/>
      <w:r w:rsidR="003E611E" w:rsidRPr="00D3591F">
        <w:t xml:space="preserve">. </w:t>
      </w:r>
    </w:p>
    <w:p w14:paraId="70596E6D" w14:textId="1AFFDCD1" w:rsidR="0058342E" w:rsidRPr="00D3591F" w:rsidRDefault="003E611E" w:rsidP="00A62087">
      <w:pPr>
        <w:pStyle w:val="BodyText"/>
      </w:pPr>
      <w:r w:rsidRPr="00D3591F">
        <w:t>The 40 documents identified (</w:t>
      </w:r>
      <w:r w:rsidR="00A90E78">
        <w:t>PAP49-6.2.</w:t>
      </w:r>
      <w:r w:rsidR="009C3851">
        <w:t>1.1</w:t>
      </w:r>
      <w:r w:rsidRPr="00D3591F">
        <w:t xml:space="preserve">), have been assigned committee ownership in order to seek subject matter expertise in the review and consolidation work. </w:t>
      </w:r>
    </w:p>
    <w:p w14:paraId="004A2B05" w14:textId="03E4527B" w:rsidR="0058342E" w:rsidRPr="00D3591F" w:rsidRDefault="003E611E" w:rsidP="00A62087">
      <w:pPr>
        <w:pStyle w:val="BodyText"/>
      </w:pPr>
      <w:r w:rsidRPr="00D3591F">
        <w:t>It expected that a</w:t>
      </w:r>
      <w:r w:rsidR="0058342E" w:rsidRPr="00D3591F">
        <w:t>ll other existing documentation will be merged into two new guideline streams, operational and technical, during the IALA work program 2023-2027.</w:t>
      </w:r>
    </w:p>
    <w:p w14:paraId="48130D09" w14:textId="6E461189" w:rsidR="00E93C9B" w:rsidRPr="00A62087" w:rsidRDefault="0058342E" w:rsidP="00A62087">
      <w:pPr>
        <w:pStyle w:val="BodyText"/>
      </w:pPr>
      <w:r w:rsidRPr="00D3591F">
        <w:t>It is recognized that this work is cross committee and that ARM will coordinate the efforts.</w:t>
      </w:r>
    </w:p>
    <w:p w14:paraId="1DE7DD0D" w14:textId="77777777" w:rsidR="009F5C36" w:rsidRPr="00D3591F" w:rsidRDefault="008E7A45" w:rsidP="002B0236">
      <w:pPr>
        <w:pStyle w:val="Heading1"/>
      </w:pPr>
      <w:r w:rsidRPr="00D3591F">
        <w:t>ACTION REQUESTED</w:t>
      </w:r>
    </w:p>
    <w:p w14:paraId="631810D7" w14:textId="53639573" w:rsidR="004C220D" w:rsidRPr="00D3591F" w:rsidRDefault="0058342E" w:rsidP="002B0236">
      <w:pPr>
        <w:pStyle w:val="BodyText"/>
      </w:pPr>
      <w:r w:rsidRPr="00D3591F">
        <w:t>PAP</w:t>
      </w:r>
      <w:r w:rsidR="00902AA4" w:rsidRPr="00D3591F">
        <w:t xml:space="preserve"> is requested to</w:t>
      </w:r>
      <w:r w:rsidR="00630F7F" w:rsidRPr="00D3591F">
        <w:t>:</w:t>
      </w:r>
    </w:p>
    <w:p w14:paraId="2D4AEF22" w14:textId="3C6C966A" w:rsidR="00630F7F" w:rsidRPr="00D3591F" w:rsidRDefault="0058342E" w:rsidP="002B0236">
      <w:pPr>
        <w:pStyle w:val="List1"/>
        <w:numPr>
          <w:ilvl w:val="0"/>
          <w:numId w:val="23"/>
        </w:numPr>
        <w:rPr>
          <w:lang w:val="en-US"/>
        </w:rPr>
      </w:pPr>
      <w:r w:rsidRPr="00D3591F">
        <w:rPr>
          <w:lang w:val="en-GB"/>
        </w:rPr>
        <w:t>Endorse the proposed approach</w:t>
      </w:r>
      <w:r w:rsidR="00D3591F" w:rsidRPr="00D3591F">
        <w:rPr>
          <w:lang w:val="en-GB"/>
        </w:rPr>
        <w:t>.</w:t>
      </w:r>
    </w:p>
    <w:p w14:paraId="4C666AA3" w14:textId="5351DA10" w:rsidR="00630F7F" w:rsidRPr="00DD2103" w:rsidRDefault="00D3591F" w:rsidP="002B0236">
      <w:pPr>
        <w:pStyle w:val="List1"/>
        <w:rPr>
          <w:lang w:val="en-US"/>
        </w:rPr>
      </w:pPr>
      <w:r w:rsidRPr="00D3591F">
        <w:rPr>
          <w:lang w:val="en-GB"/>
        </w:rPr>
        <w:t>Incorporate this</w:t>
      </w:r>
      <w:r>
        <w:rPr>
          <w:lang w:val="en-GB"/>
        </w:rPr>
        <w:t xml:space="preserve"> proposal </w:t>
      </w:r>
      <w:r w:rsidRPr="00D3591F">
        <w:rPr>
          <w:lang w:val="en-GB"/>
        </w:rPr>
        <w:t xml:space="preserve">into all committees workplans. </w:t>
      </w:r>
    </w:p>
    <w:p w14:paraId="06276D62" w14:textId="319C0CB6" w:rsidR="00DD2103" w:rsidRDefault="00DD2103" w:rsidP="00DD2103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14:paraId="4AA0803A" w14:textId="24A6E5BA" w:rsidR="00DD2103" w:rsidRPr="00D3591F" w:rsidRDefault="00DD2103" w:rsidP="00DD2103">
      <w:pPr>
        <w:pStyle w:val="List1"/>
        <w:numPr>
          <w:ilvl w:val="0"/>
          <w:numId w:val="0"/>
        </w:numPr>
        <w:ind w:left="567" w:hanging="567"/>
        <w:rPr>
          <w:lang w:val="en-US"/>
        </w:rPr>
      </w:pPr>
      <w:r>
        <w:rPr>
          <w:lang w:val="en-GB"/>
        </w:rPr>
        <w:t>Attachment</w:t>
      </w:r>
      <w:r w:rsidR="009C3851">
        <w:rPr>
          <w:lang w:val="en-GB"/>
        </w:rPr>
        <w:t xml:space="preserve"> </w:t>
      </w:r>
      <w:r w:rsidR="009C3851">
        <w:t>PAP49-6.2.1.1</w:t>
      </w:r>
      <w:r>
        <w:rPr>
          <w:lang w:val="en-GB"/>
        </w:rPr>
        <w:t xml:space="preserve">: IALA AIS related documents ARM16 </w:t>
      </w:r>
    </w:p>
    <w:sectPr w:rsidR="00DD2103" w:rsidRPr="00D3591F" w:rsidSect="005D05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D89DC" w14:textId="77777777" w:rsidR="00180D16" w:rsidRDefault="00180D16" w:rsidP="002B0236">
      <w:r>
        <w:separator/>
      </w:r>
    </w:p>
  </w:endnote>
  <w:endnote w:type="continuationSeparator" w:id="0">
    <w:p w14:paraId="3FFDC3A7" w14:textId="77777777" w:rsidR="00180D16" w:rsidRDefault="00180D16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4270" w14:textId="77777777"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13020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AD808" w14:textId="77777777"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55761" w14:textId="77777777" w:rsidR="00180D16" w:rsidRDefault="00180D16" w:rsidP="002B0236">
      <w:r>
        <w:separator/>
      </w:r>
    </w:p>
  </w:footnote>
  <w:footnote w:type="continuationSeparator" w:id="0">
    <w:p w14:paraId="5D0B0653" w14:textId="77777777" w:rsidR="00180D16" w:rsidRDefault="00180D16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DB177" w14:textId="33F31D5D"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84824" w14:textId="10BA5999" w:rsidR="008E7A45" w:rsidRDefault="00D27F35" w:rsidP="002B0236">
    <w:pPr>
      <w:pStyle w:val="Header"/>
    </w:pPr>
    <w:r>
      <w:rPr>
        <w:noProof/>
      </w:rPr>
      <w:drawing>
        <wp:inline distT="0" distB="0" distL="0" distR="0" wp14:anchorId="74BC5733" wp14:editId="76C49653">
          <wp:extent cx="850900" cy="825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8460A" w14:textId="268769D0"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539434314">
    <w:abstractNumId w:val="8"/>
  </w:num>
  <w:num w:numId="2" w16cid:durableId="1110931727">
    <w:abstractNumId w:val="13"/>
  </w:num>
  <w:num w:numId="3" w16cid:durableId="2125809517">
    <w:abstractNumId w:val="8"/>
  </w:num>
  <w:num w:numId="4" w16cid:durableId="1446922201">
    <w:abstractNumId w:val="8"/>
  </w:num>
  <w:num w:numId="5" w16cid:durableId="13847624">
    <w:abstractNumId w:val="4"/>
  </w:num>
  <w:num w:numId="6" w16cid:durableId="1088114429">
    <w:abstractNumId w:val="9"/>
  </w:num>
  <w:num w:numId="7" w16cid:durableId="970478047">
    <w:abstractNumId w:val="6"/>
  </w:num>
  <w:num w:numId="8" w16cid:durableId="1101727604">
    <w:abstractNumId w:val="0"/>
  </w:num>
  <w:num w:numId="9" w16cid:durableId="1498378264">
    <w:abstractNumId w:val="3"/>
  </w:num>
  <w:num w:numId="10" w16cid:durableId="374736162">
    <w:abstractNumId w:val="10"/>
  </w:num>
  <w:num w:numId="11" w16cid:durableId="203830315">
    <w:abstractNumId w:val="1"/>
  </w:num>
  <w:num w:numId="12" w16cid:durableId="1654287748">
    <w:abstractNumId w:val="1"/>
  </w:num>
  <w:num w:numId="13" w16cid:durableId="759180334">
    <w:abstractNumId w:val="1"/>
  </w:num>
  <w:num w:numId="14" w16cid:durableId="1888830778">
    <w:abstractNumId w:val="1"/>
  </w:num>
  <w:num w:numId="15" w16cid:durableId="673998965">
    <w:abstractNumId w:val="1"/>
  </w:num>
  <w:num w:numId="16" w16cid:durableId="1429426094">
    <w:abstractNumId w:val="5"/>
  </w:num>
  <w:num w:numId="17" w16cid:durableId="1138763392">
    <w:abstractNumId w:val="12"/>
  </w:num>
  <w:num w:numId="18" w16cid:durableId="956252907">
    <w:abstractNumId w:val="2"/>
  </w:num>
  <w:num w:numId="19" w16cid:durableId="133181760">
    <w:abstractNumId w:val="11"/>
  </w:num>
  <w:num w:numId="20" w16cid:durableId="1958683492">
    <w:abstractNumId w:val="7"/>
  </w:num>
  <w:num w:numId="21" w16cid:durableId="1157722980">
    <w:abstractNumId w:val="5"/>
  </w:num>
  <w:num w:numId="22" w16cid:durableId="263268954">
    <w:abstractNumId w:val="5"/>
  </w:num>
  <w:num w:numId="23" w16cid:durableId="10934767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31A92"/>
    <w:rsid w:val="000348ED"/>
    <w:rsid w:val="00036801"/>
    <w:rsid w:val="00050DA7"/>
    <w:rsid w:val="000A5A01"/>
    <w:rsid w:val="00135447"/>
    <w:rsid w:val="00152273"/>
    <w:rsid w:val="00180D16"/>
    <w:rsid w:val="001A654A"/>
    <w:rsid w:val="001C74CF"/>
    <w:rsid w:val="002B0236"/>
    <w:rsid w:val="002C7EEA"/>
    <w:rsid w:val="003D55DD"/>
    <w:rsid w:val="003E1831"/>
    <w:rsid w:val="003E611E"/>
    <w:rsid w:val="00424954"/>
    <w:rsid w:val="004C1386"/>
    <w:rsid w:val="004C220D"/>
    <w:rsid w:val="00523F0A"/>
    <w:rsid w:val="0058342E"/>
    <w:rsid w:val="005D05AC"/>
    <w:rsid w:val="00630F7F"/>
    <w:rsid w:val="0064435F"/>
    <w:rsid w:val="006D470F"/>
    <w:rsid w:val="00727E88"/>
    <w:rsid w:val="00775878"/>
    <w:rsid w:val="0080092C"/>
    <w:rsid w:val="00872453"/>
    <w:rsid w:val="008E5ADD"/>
    <w:rsid w:val="008E7A45"/>
    <w:rsid w:val="008F13DD"/>
    <w:rsid w:val="008F4DC3"/>
    <w:rsid w:val="00902AA4"/>
    <w:rsid w:val="00906239"/>
    <w:rsid w:val="009C3851"/>
    <w:rsid w:val="009F3B6C"/>
    <w:rsid w:val="009F5C36"/>
    <w:rsid w:val="00A27F12"/>
    <w:rsid w:val="00A30579"/>
    <w:rsid w:val="00A62087"/>
    <w:rsid w:val="00A802BE"/>
    <w:rsid w:val="00A90E78"/>
    <w:rsid w:val="00AA2626"/>
    <w:rsid w:val="00AA76C0"/>
    <w:rsid w:val="00AC3994"/>
    <w:rsid w:val="00B077EC"/>
    <w:rsid w:val="00B15B24"/>
    <w:rsid w:val="00B428DA"/>
    <w:rsid w:val="00B8247E"/>
    <w:rsid w:val="00BE56DF"/>
    <w:rsid w:val="00C265EE"/>
    <w:rsid w:val="00CA04AF"/>
    <w:rsid w:val="00D27F35"/>
    <w:rsid w:val="00D3591F"/>
    <w:rsid w:val="00DD2103"/>
    <w:rsid w:val="00E729A7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0690344A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20C41C-6EA8-46E4-A4FF-DB2A2BFFA5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D0D9AF-13DF-4662-912C-0E6C5C8EEE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182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6</cp:revision>
  <cp:lastPrinted>2006-10-19T11:49:00Z</cp:lastPrinted>
  <dcterms:created xsi:type="dcterms:W3CDTF">2022-10-27T21:37:00Z</dcterms:created>
  <dcterms:modified xsi:type="dcterms:W3CDTF">2023-02-13T12:31:00Z</dcterms:modified>
</cp:coreProperties>
</file>